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0F4994B1" w14:textId="0D8105B2" w:rsidR="001B34C3" w:rsidRPr="00B1579D" w:rsidRDefault="00D96BBA" w:rsidP="00B1579D">
      <w:pPr>
        <w:spacing w:line="240" w:lineRule="auto"/>
        <w:rPr>
          <w:bCs/>
          <w:noProof/>
          <w:color w:val="000000"/>
        </w:rPr>
      </w:pPr>
      <w:r>
        <w:t>Riigimetsa Majandamise Keskus</w:t>
      </w:r>
      <w:r w:rsidR="00B1579D">
        <w:rPr>
          <w:color w:val="000000" w:themeColor="text1"/>
        </w:rPr>
        <w:tab/>
      </w:r>
      <w:r w:rsidR="00B1579D">
        <w:rPr>
          <w:color w:val="000000" w:themeColor="text1"/>
        </w:rPr>
        <w:tab/>
      </w:r>
      <w:r w:rsidR="00B1579D">
        <w:rPr>
          <w:color w:val="000000" w:themeColor="text1"/>
        </w:rPr>
        <w:tab/>
      </w:r>
      <w:r w:rsidR="00086747">
        <w:rPr>
          <w:color w:val="000000" w:themeColor="text1"/>
        </w:rPr>
        <w:tab/>
      </w:r>
      <w:r w:rsidR="00424ECA" w:rsidRPr="00A06B76">
        <w:rPr>
          <w:bCs/>
          <w:noProof/>
          <w:color w:val="000000"/>
        </w:rPr>
        <w:t xml:space="preserve">Meie </w:t>
      </w:r>
      <w:r>
        <w:rPr>
          <w:bCs/>
          <w:noProof/>
          <w:color w:val="000000"/>
        </w:rPr>
        <w:t>09</w:t>
      </w:r>
      <w:r w:rsidR="00D65E5F">
        <w:rPr>
          <w:bCs/>
          <w:noProof/>
          <w:color w:val="000000"/>
        </w:rPr>
        <w:t>.0</w:t>
      </w:r>
      <w:r>
        <w:rPr>
          <w:bCs/>
          <w:noProof/>
          <w:color w:val="000000"/>
        </w:rPr>
        <w:t>8</w:t>
      </w:r>
      <w:r w:rsidR="00D65E5F">
        <w:rPr>
          <w:bCs/>
          <w:noProof/>
          <w:color w:val="000000"/>
        </w:rPr>
        <w:t>.2023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>nr 12.2-10/</w:t>
      </w:r>
      <w:r w:rsidR="00B1579D">
        <w:rPr>
          <w:bCs/>
          <w:noProof/>
          <w:color w:val="000000"/>
        </w:rPr>
        <w:t>1</w:t>
      </w:r>
      <w:r>
        <w:rPr>
          <w:bCs/>
          <w:noProof/>
          <w:color w:val="000000"/>
        </w:rPr>
        <w:t>11</w:t>
      </w:r>
    </w:p>
    <w:p w14:paraId="03DBC3C4" w14:textId="6B02439F" w:rsidR="00613265" w:rsidRDefault="00424ECA" w:rsidP="00B1579D">
      <w:pPr>
        <w:pStyle w:val="Default"/>
        <w:rPr>
          <w:noProof/>
        </w:rPr>
      </w:pPr>
      <w:r w:rsidRPr="00A06B76">
        <w:t>e-post:</w:t>
      </w:r>
      <w:r w:rsidR="00D130F3" w:rsidRPr="00A06B76">
        <w:t xml:space="preserve"> </w:t>
      </w:r>
      <w:hyperlink r:id="rId9" w:history="1">
        <w:r w:rsidR="00D96BBA" w:rsidRPr="00C86682">
          <w:rPr>
            <w:rStyle w:val="Hperlink"/>
            <w:noProof/>
          </w:rPr>
          <w:t>rmk@rmk.ee</w:t>
        </w:r>
      </w:hyperlink>
      <w:r w:rsidR="001B34C3">
        <w:rPr>
          <w:noProof/>
        </w:rPr>
        <w:t xml:space="preserve"> </w:t>
      </w:r>
    </w:p>
    <w:p w14:paraId="4FB28F6A" w14:textId="77777777" w:rsidR="001B34C3" w:rsidRDefault="001B34C3" w:rsidP="00EC1D68">
      <w:pPr>
        <w:spacing w:line="240" w:lineRule="auto"/>
        <w:ind w:right="-1"/>
        <w:rPr>
          <w:noProof/>
          <w:color w:val="000000"/>
        </w:rPr>
      </w:pPr>
    </w:p>
    <w:p w14:paraId="5DED95D1" w14:textId="77777777" w:rsidR="00DB6C37" w:rsidRPr="00A06B76" w:rsidRDefault="00DB6C37" w:rsidP="00EC1D68">
      <w:pPr>
        <w:spacing w:line="240" w:lineRule="auto"/>
        <w:ind w:right="-1"/>
        <w:rPr>
          <w:noProof/>
          <w:color w:val="000000"/>
        </w:rPr>
      </w:pPr>
    </w:p>
    <w:p w14:paraId="763D14ED" w14:textId="77777777" w:rsidR="00DA257B" w:rsidRPr="00DA257B" w:rsidRDefault="00DA257B" w:rsidP="00DA257B">
      <w:pPr>
        <w:spacing w:line="240" w:lineRule="auto"/>
        <w:ind w:right="-285"/>
        <w:rPr>
          <w:bCs/>
        </w:rPr>
      </w:pPr>
    </w:p>
    <w:p w14:paraId="09C0FB72" w14:textId="70698B16" w:rsidR="00DA257B" w:rsidRPr="00DA257B" w:rsidRDefault="002003CF" w:rsidP="00DA257B">
      <w:pPr>
        <w:spacing w:line="240" w:lineRule="auto"/>
        <w:ind w:right="-285"/>
        <w:rPr>
          <w:b/>
        </w:rPr>
      </w:pPr>
      <w:r>
        <w:rPr>
          <w:b/>
        </w:rPr>
        <w:t>Teade puudustega v</w:t>
      </w:r>
      <w:r w:rsidR="00DA257B" w:rsidRPr="00DA257B">
        <w:rPr>
          <w:b/>
        </w:rPr>
        <w:t xml:space="preserve">aidlustuse </w:t>
      </w:r>
      <w:r>
        <w:rPr>
          <w:b/>
        </w:rPr>
        <w:t>esitamisest</w:t>
      </w:r>
    </w:p>
    <w:p w14:paraId="4B7B0334" w14:textId="77777777" w:rsidR="00DA257B" w:rsidRPr="00DA257B" w:rsidRDefault="00DA257B" w:rsidP="00DA257B">
      <w:pPr>
        <w:spacing w:line="240" w:lineRule="auto"/>
        <w:ind w:right="-285"/>
        <w:rPr>
          <w:b/>
        </w:rPr>
      </w:pPr>
    </w:p>
    <w:p w14:paraId="4936C3F9" w14:textId="2EB8ABAA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 xml:space="preserve">Teatame, et </w:t>
      </w:r>
      <w:proofErr w:type="spellStart"/>
      <w:r w:rsidR="00D96BBA">
        <w:rPr>
          <w:bCs/>
        </w:rPr>
        <w:t>Comodus</w:t>
      </w:r>
      <w:proofErr w:type="spellEnd"/>
      <w:r w:rsidR="00B1579D">
        <w:rPr>
          <w:bCs/>
        </w:rPr>
        <w:t xml:space="preserve"> OÜ</w:t>
      </w:r>
      <w:r w:rsidR="00D65E5F">
        <w:rPr>
          <w:bCs/>
        </w:rPr>
        <w:t xml:space="preserve"> </w:t>
      </w:r>
      <w:r w:rsidRPr="00DA257B">
        <w:rPr>
          <w:bCs/>
        </w:rPr>
        <w:t xml:space="preserve">on esitanud Riigihangete vaidlustuskomisjonile (edaspidi vaidlustuskomisjon) vaidlustuse </w:t>
      </w:r>
      <w:r w:rsidR="00D96BBA">
        <w:t>Riigimetsa Majandamise Keskuse</w:t>
      </w:r>
      <w:r w:rsidR="00D96BBA">
        <w:rPr>
          <w:bCs/>
        </w:rPr>
        <w:t xml:space="preserve"> </w:t>
      </w:r>
      <w:r w:rsidR="00D65E5F">
        <w:rPr>
          <w:bCs/>
        </w:rPr>
        <w:t>riigi</w:t>
      </w:r>
      <w:r w:rsidR="002003CF">
        <w:rPr>
          <w:bCs/>
        </w:rPr>
        <w:t>hankes</w:t>
      </w:r>
      <w:r>
        <w:rPr>
          <w:bCs/>
        </w:rPr>
        <w:t xml:space="preserve"> </w:t>
      </w:r>
      <w:r w:rsidRPr="00DA257B">
        <w:rPr>
          <w:bCs/>
        </w:rPr>
        <w:t>„</w:t>
      </w:r>
      <w:r w:rsidR="00D96BBA">
        <w:t>Nõmme – Mustamäe MKA treppide rekonstrueerimistööd</w:t>
      </w:r>
      <w:r w:rsidR="00613265">
        <w:t>“</w:t>
      </w:r>
      <w:r w:rsidR="00295DDD">
        <w:rPr>
          <w:bCs/>
        </w:rPr>
        <w:t xml:space="preserve"> </w:t>
      </w:r>
      <w:r w:rsidR="00295DDD" w:rsidRPr="00016F60">
        <w:t xml:space="preserve">(viitenumber </w:t>
      </w:r>
      <w:r w:rsidR="00D96BBA">
        <w:rPr>
          <w:lang w:eastAsia="en-US"/>
        </w:rPr>
        <w:t>266699</w:t>
      </w:r>
      <w:r w:rsidR="00295DDD" w:rsidRPr="00016F60">
        <w:t>)</w:t>
      </w:r>
      <w:r w:rsidR="00DB6C37">
        <w:t xml:space="preserve"> hanke osades 1 ja 2</w:t>
      </w:r>
      <w:r>
        <w:rPr>
          <w:bCs/>
        </w:rPr>
        <w:t>.</w:t>
      </w:r>
    </w:p>
    <w:p w14:paraId="5508F861" w14:textId="77777777" w:rsidR="00DA257B" w:rsidRPr="00DA257B" w:rsidRDefault="00DA257B" w:rsidP="00DA257B">
      <w:pPr>
        <w:spacing w:line="240" w:lineRule="auto"/>
        <w:ind w:right="-285"/>
        <w:rPr>
          <w:bCs/>
        </w:rPr>
      </w:pPr>
    </w:p>
    <w:p w14:paraId="542D81AC" w14:textId="23393A02" w:rsidR="00DA257B" w:rsidRPr="00DA257B" w:rsidRDefault="008A3B3D" w:rsidP="00DA257B">
      <w:pPr>
        <w:spacing w:line="240" w:lineRule="auto"/>
        <w:ind w:right="-285"/>
        <w:rPr>
          <w:bCs/>
        </w:rPr>
      </w:pPr>
      <w:r>
        <w:rPr>
          <w:bCs/>
        </w:rPr>
        <w:t xml:space="preserve">Vaidlustuskomisjon tagastas RHS § </w:t>
      </w:r>
      <w:r w:rsidRPr="006F67ED">
        <w:t>§ 1</w:t>
      </w:r>
      <w:r>
        <w:t>9</w:t>
      </w:r>
      <w:r w:rsidRPr="006F67ED">
        <w:t xml:space="preserve">2 lg 2 alusel </w:t>
      </w:r>
      <w:r>
        <w:t>v</w:t>
      </w:r>
      <w:r>
        <w:rPr>
          <w:bCs/>
        </w:rPr>
        <w:t>aidlustuse puuduste kõrvaldamiseks</w:t>
      </w:r>
      <w:r w:rsidR="00613265">
        <w:rPr>
          <w:bCs/>
        </w:rPr>
        <w:t>.</w:t>
      </w:r>
    </w:p>
    <w:p w14:paraId="70D4748E" w14:textId="0BCB5148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>Edastame Teile vaidlustuse pärast puuduste kõrvaldamist (RHS § 194 lg 3)</w:t>
      </w:r>
      <w:r w:rsidR="00DB6C37">
        <w:rPr>
          <w:bCs/>
        </w:rPr>
        <w:t xml:space="preserve"> või teatame vaidlustuse läbi vaatamata jätmisest (RHS § 192 lg 3 p 2)</w:t>
      </w:r>
      <w:r w:rsidRPr="00DA257B">
        <w:rPr>
          <w:bCs/>
        </w:rPr>
        <w:t>.</w:t>
      </w:r>
    </w:p>
    <w:p w14:paraId="218859F5" w14:textId="77777777" w:rsidR="00DA257B" w:rsidRPr="00DA257B" w:rsidRDefault="00DA257B" w:rsidP="00DA257B">
      <w:pPr>
        <w:spacing w:line="240" w:lineRule="auto"/>
        <w:ind w:right="-285"/>
        <w:rPr>
          <w:bCs/>
        </w:rPr>
      </w:pPr>
    </w:p>
    <w:p w14:paraId="06EFD4EA" w14:textId="485A2BBF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 xml:space="preserve">Tulenevalt RHS § 194 </w:t>
      </w:r>
      <w:proofErr w:type="spellStart"/>
      <w:r w:rsidRPr="00DA257B">
        <w:rPr>
          <w:bCs/>
        </w:rPr>
        <w:t>l</w:t>
      </w:r>
      <w:r w:rsidR="008A3B3D">
        <w:rPr>
          <w:bCs/>
        </w:rPr>
        <w:t>g-st</w:t>
      </w:r>
      <w:proofErr w:type="spellEnd"/>
      <w:r w:rsidRPr="00DA257B">
        <w:rPr>
          <w:bCs/>
        </w:rPr>
        <w:t xml:space="preserve"> 4 ei ole hankijal õigust </w:t>
      </w:r>
      <w:r w:rsidR="008A3B3D" w:rsidRPr="00DA257B">
        <w:rPr>
          <w:bCs/>
        </w:rPr>
        <w:t xml:space="preserve">sõlmida </w:t>
      </w:r>
      <w:r w:rsidRPr="00DA257B">
        <w:rPr>
          <w:bCs/>
        </w:rPr>
        <w:t>riigihankes hankelepingut käesoleva teate saamisest kuni §-s 201 sätestatud tingimuste saabumiseni.</w:t>
      </w:r>
    </w:p>
    <w:p w14:paraId="5CAABAA6" w14:textId="77777777" w:rsidR="00DA257B" w:rsidRPr="00DA257B" w:rsidRDefault="00DA257B" w:rsidP="00DA257B">
      <w:pPr>
        <w:spacing w:line="240" w:lineRule="auto"/>
        <w:ind w:right="-285"/>
        <w:rPr>
          <w:bCs/>
        </w:rPr>
      </w:pPr>
    </w:p>
    <w:p w14:paraId="1CC74D1F" w14:textId="45338B0A" w:rsidR="00DA257B" w:rsidRDefault="00DA257B" w:rsidP="00DA257B">
      <w:pPr>
        <w:spacing w:line="240" w:lineRule="auto"/>
        <w:ind w:right="-285"/>
        <w:rPr>
          <w:bCs/>
        </w:rPr>
      </w:pPr>
    </w:p>
    <w:p w14:paraId="6569D805" w14:textId="28912C68" w:rsidR="002003CF" w:rsidRDefault="002003CF" w:rsidP="00DA257B">
      <w:pPr>
        <w:spacing w:line="240" w:lineRule="auto"/>
        <w:ind w:right="-285"/>
        <w:rPr>
          <w:bCs/>
        </w:rPr>
      </w:pPr>
    </w:p>
    <w:p w14:paraId="64615D88" w14:textId="77777777" w:rsidR="002003CF" w:rsidRPr="00DA257B" w:rsidRDefault="002003CF" w:rsidP="00DA257B">
      <w:pPr>
        <w:spacing w:line="240" w:lineRule="auto"/>
        <w:ind w:right="-285"/>
        <w:rPr>
          <w:bCs/>
        </w:rPr>
      </w:pPr>
    </w:p>
    <w:p w14:paraId="24E6576F" w14:textId="77777777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>Lugupidamisega</w:t>
      </w:r>
    </w:p>
    <w:p w14:paraId="33B50781" w14:textId="77777777" w:rsidR="00DA257B" w:rsidRPr="00DA257B" w:rsidRDefault="00DA257B" w:rsidP="00DA257B">
      <w:pPr>
        <w:spacing w:line="240" w:lineRule="auto"/>
        <w:ind w:right="-285"/>
        <w:rPr>
          <w:bCs/>
        </w:rPr>
      </w:pPr>
    </w:p>
    <w:p w14:paraId="42EDB2F5" w14:textId="77777777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>(allkirjastatud digitaalselt)</w:t>
      </w:r>
    </w:p>
    <w:p w14:paraId="5B6957B0" w14:textId="77777777" w:rsidR="00D65E5F" w:rsidRPr="00A2148F" w:rsidRDefault="00D65E5F" w:rsidP="00D65E5F">
      <w:pPr>
        <w:pStyle w:val="Vahedeta"/>
      </w:pPr>
      <w:r w:rsidRPr="00A2148F">
        <w:t>Angelika Timusk</w:t>
      </w:r>
    </w:p>
    <w:p w14:paraId="3120050B" w14:textId="77777777" w:rsidR="00DA257B" w:rsidRPr="00DA257B" w:rsidRDefault="00DA257B" w:rsidP="00DA257B">
      <w:pPr>
        <w:spacing w:line="240" w:lineRule="auto"/>
        <w:ind w:right="-285"/>
        <w:rPr>
          <w:bCs/>
        </w:rPr>
      </w:pPr>
      <w:r w:rsidRPr="00DA257B">
        <w:rPr>
          <w:bCs/>
        </w:rPr>
        <w:t>Vaidlustuskomisjoni liige</w:t>
      </w:r>
    </w:p>
    <w:p w14:paraId="346E49DE" w14:textId="20F1ECFA" w:rsidR="00DA257B" w:rsidRDefault="00DA257B" w:rsidP="00DA257B">
      <w:pPr>
        <w:spacing w:line="240" w:lineRule="auto"/>
        <w:ind w:right="-285"/>
        <w:rPr>
          <w:bCs/>
        </w:rPr>
      </w:pPr>
    </w:p>
    <w:p w14:paraId="7C1D0430" w14:textId="0036AFAF" w:rsidR="00613265" w:rsidRDefault="00613265" w:rsidP="00DA257B">
      <w:pPr>
        <w:spacing w:line="240" w:lineRule="auto"/>
        <w:ind w:right="-285"/>
        <w:rPr>
          <w:bCs/>
        </w:rPr>
      </w:pPr>
    </w:p>
    <w:p w14:paraId="4CFE84FF" w14:textId="5B40FBDC" w:rsidR="00613265" w:rsidRDefault="00613265" w:rsidP="00DA257B">
      <w:pPr>
        <w:spacing w:line="240" w:lineRule="auto"/>
        <w:ind w:right="-285"/>
        <w:rPr>
          <w:bCs/>
        </w:rPr>
      </w:pPr>
    </w:p>
    <w:p w14:paraId="670B0B40" w14:textId="02507678" w:rsidR="00613265" w:rsidRDefault="00613265" w:rsidP="00DA257B">
      <w:pPr>
        <w:spacing w:line="240" w:lineRule="auto"/>
        <w:ind w:right="-285"/>
        <w:rPr>
          <w:bCs/>
        </w:rPr>
      </w:pPr>
    </w:p>
    <w:p w14:paraId="26C980E4" w14:textId="77777777" w:rsidR="00D96BBA" w:rsidRDefault="00D96BBA" w:rsidP="00DA257B">
      <w:pPr>
        <w:spacing w:line="240" w:lineRule="auto"/>
        <w:ind w:right="-285"/>
        <w:rPr>
          <w:bCs/>
        </w:rPr>
      </w:pPr>
    </w:p>
    <w:p w14:paraId="2C3DD4AB" w14:textId="77777777" w:rsidR="00D96BBA" w:rsidRDefault="00D96BBA" w:rsidP="00DA257B">
      <w:pPr>
        <w:spacing w:line="240" w:lineRule="auto"/>
        <w:ind w:right="-285"/>
        <w:rPr>
          <w:bCs/>
        </w:rPr>
      </w:pPr>
    </w:p>
    <w:p w14:paraId="63DD849A" w14:textId="4434EBD4" w:rsidR="00613265" w:rsidRDefault="00613265" w:rsidP="00DA257B">
      <w:pPr>
        <w:spacing w:line="240" w:lineRule="auto"/>
        <w:ind w:right="-285"/>
        <w:rPr>
          <w:bCs/>
        </w:rPr>
      </w:pPr>
    </w:p>
    <w:p w14:paraId="3D47F35D" w14:textId="77777777" w:rsidR="00613265" w:rsidRDefault="00613265" w:rsidP="00DA257B">
      <w:pPr>
        <w:spacing w:line="240" w:lineRule="auto"/>
        <w:ind w:right="-285"/>
        <w:rPr>
          <w:bCs/>
        </w:rPr>
      </w:pPr>
    </w:p>
    <w:p w14:paraId="5313113D" w14:textId="1D893A96" w:rsidR="00613265" w:rsidRDefault="00613265" w:rsidP="00DA257B">
      <w:pPr>
        <w:spacing w:line="240" w:lineRule="auto"/>
        <w:ind w:right="-285"/>
        <w:rPr>
          <w:bCs/>
        </w:rPr>
      </w:pPr>
    </w:p>
    <w:p w14:paraId="1732347D" w14:textId="2DE34164" w:rsidR="00613265" w:rsidRDefault="00613265" w:rsidP="00613265">
      <w:pPr>
        <w:pStyle w:val="Vahedeta"/>
        <w:rPr>
          <w:bCs/>
        </w:rPr>
      </w:pPr>
      <w:r>
        <w:rPr>
          <w:rFonts w:cs="Times New Roman"/>
          <w:szCs w:val="24"/>
        </w:rPr>
        <w:t>Mari-Ann Sinimaa, 611 3713, mari-ann.sinimaa@fin.ee</w:t>
      </w:r>
    </w:p>
    <w:p w14:paraId="357CE074" w14:textId="12BB8F65" w:rsidR="00613265" w:rsidRDefault="00613265" w:rsidP="00DA257B">
      <w:pPr>
        <w:spacing w:line="240" w:lineRule="auto"/>
        <w:ind w:right="-285"/>
        <w:rPr>
          <w:bCs/>
        </w:rPr>
      </w:pPr>
    </w:p>
    <w:p w14:paraId="4078D395" w14:textId="7659D650" w:rsidR="00613265" w:rsidRDefault="00613265" w:rsidP="00DA257B">
      <w:pPr>
        <w:spacing w:line="240" w:lineRule="auto"/>
        <w:ind w:right="-285"/>
        <w:rPr>
          <w:bCs/>
        </w:rPr>
      </w:pPr>
    </w:p>
    <w:p w14:paraId="6F7FBD6F" w14:textId="77777777" w:rsidR="00613265" w:rsidRPr="00DA257B" w:rsidRDefault="00613265" w:rsidP="00DA257B">
      <w:pPr>
        <w:spacing w:line="240" w:lineRule="auto"/>
        <w:ind w:right="-285"/>
        <w:rPr>
          <w:bCs/>
        </w:rPr>
      </w:pPr>
    </w:p>
    <w:sectPr w:rsidR="00613265" w:rsidRPr="00DA257B" w:rsidSect="00994D2F">
      <w:footerReference w:type="default" r:id="rId10"/>
      <w:footerReference w:type="first" r:id="rId11"/>
      <w:pgSz w:w="11906" w:h="16838" w:code="9"/>
      <w:pgMar w:top="907" w:right="1021" w:bottom="1418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93E6E" w14:textId="77777777" w:rsidR="00A31201" w:rsidRDefault="00A31201" w:rsidP="00DF44DF">
      <w:r>
        <w:separator/>
      </w:r>
    </w:p>
  </w:endnote>
  <w:endnote w:type="continuationSeparator" w:id="0">
    <w:p w14:paraId="50C4B395" w14:textId="77777777" w:rsidR="00A31201" w:rsidRDefault="00A31201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EA3DA" w14:textId="02E5425D" w:rsidR="00AE3DC3" w:rsidRPr="000A17B5" w:rsidRDefault="00E12555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 / </w:t>
    </w:r>
    <w:r w:rsidR="00AA6E72">
      <w:t>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19E8B" w14:textId="77777777" w:rsidR="00A31201" w:rsidRDefault="00A31201" w:rsidP="00DF44DF">
      <w:r>
        <w:separator/>
      </w:r>
    </w:p>
  </w:footnote>
  <w:footnote w:type="continuationSeparator" w:id="0">
    <w:p w14:paraId="69D23D90" w14:textId="77777777" w:rsidR="00A31201" w:rsidRDefault="00A31201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14BD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2715"/>
    <w:rsid w:val="000731A1"/>
    <w:rsid w:val="00073A0E"/>
    <w:rsid w:val="00074B60"/>
    <w:rsid w:val="00080804"/>
    <w:rsid w:val="00081594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849"/>
    <w:rsid w:val="0011484B"/>
    <w:rsid w:val="001160A5"/>
    <w:rsid w:val="00121405"/>
    <w:rsid w:val="00122B11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4C3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A20"/>
    <w:rsid w:val="002003CF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26B2"/>
    <w:rsid w:val="00222C53"/>
    <w:rsid w:val="002238B4"/>
    <w:rsid w:val="00225654"/>
    <w:rsid w:val="00226A6C"/>
    <w:rsid w:val="002418F9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95DDD"/>
    <w:rsid w:val="002A4266"/>
    <w:rsid w:val="002A7ABE"/>
    <w:rsid w:val="002B1BC6"/>
    <w:rsid w:val="002B6C88"/>
    <w:rsid w:val="002B753A"/>
    <w:rsid w:val="002C220A"/>
    <w:rsid w:val="002D44C5"/>
    <w:rsid w:val="002D4C82"/>
    <w:rsid w:val="002D5B33"/>
    <w:rsid w:val="002D63BF"/>
    <w:rsid w:val="002D6DBF"/>
    <w:rsid w:val="002E2AAA"/>
    <w:rsid w:val="002E35C8"/>
    <w:rsid w:val="002E39E6"/>
    <w:rsid w:val="002E4A54"/>
    <w:rsid w:val="002E6BF5"/>
    <w:rsid w:val="002F0049"/>
    <w:rsid w:val="002F23FE"/>
    <w:rsid w:val="002F254F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3527"/>
    <w:rsid w:val="0034455F"/>
    <w:rsid w:val="00344925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7D82"/>
    <w:rsid w:val="0046363F"/>
    <w:rsid w:val="00464A4A"/>
    <w:rsid w:val="00465BC5"/>
    <w:rsid w:val="004700ED"/>
    <w:rsid w:val="00470F7B"/>
    <w:rsid w:val="00471906"/>
    <w:rsid w:val="0047381B"/>
    <w:rsid w:val="00473E85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5D04"/>
    <w:rsid w:val="005379F5"/>
    <w:rsid w:val="00540FA8"/>
    <w:rsid w:val="005421E1"/>
    <w:rsid w:val="00542889"/>
    <w:rsid w:val="00542C33"/>
    <w:rsid w:val="00544674"/>
    <w:rsid w:val="00545267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F2D44"/>
    <w:rsid w:val="005F3068"/>
    <w:rsid w:val="005F6FFE"/>
    <w:rsid w:val="005F77BA"/>
    <w:rsid w:val="00601CBE"/>
    <w:rsid w:val="00602834"/>
    <w:rsid w:val="006103FE"/>
    <w:rsid w:val="00610782"/>
    <w:rsid w:val="00613265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80609"/>
    <w:rsid w:val="006807A4"/>
    <w:rsid w:val="00681B4D"/>
    <w:rsid w:val="00683BEC"/>
    <w:rsid w:val="00690899"/>
    <w:rsid w:val="00691B3D"/>
    <w:rsid w:val="006A01AC"/>
    <w:rsid w:val="006A2D77"/>
    <w:rsid w:val="006A2ECB"/>
    <w:rsid w:val="006A4D6B"/>
    <w:rsid w:val="006A7F63"/>
    <w:rsid w:val="006B36B5"/>
    <w:rsid w:val="006B468E"/>
    <w:rsid w:val="006B5DFB"/>
    <w:rsid w:val="006B6A55"/>
    <w:rsid w:val="006C01C9"/>
    <w:rsid w:val="006C38D0"/>
    <w:rsid w:val="006D0B45"/>
    <w:rsid w:val="006D1A86"/>
    <w:rsid w:val="006D20B2"/>
    <w:rsid w:val="006E10D5"/>
    <w:rsid w:val="006E16BD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5D7B"/>
    <w:rsid w:val="00817085"/>
    <w:rsid w:val="00824531"/>
    <w:rsid w:val="00825D18"/>
    <w:rsid w:val="00826E15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45E8"/>
    <w:rsid w:val="008477CA"/>
    <w:rsid w:val="00852EEA"/>
    <w:rsid w:val="00856E81"/>
    <w:rsid w:val="00857226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3B3D"/>
    <w:rsid w:val="008A5F0A"/>
    <w:rsid w:val="008A6038"/>
    <w:rsid w:val="008A609E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3934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1201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9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6E72"/>
    <w:rsid w:val="00AB09A8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579D"/>
    <w:rsid w:val="00B16DF7"/>
    <w:rsid w:val="00B27E06"/>
    <w:rsid w:val="00B322AC"/>
    <w:rsid w:val="00B35804"/>
    <w:rsid w:val="00B4049B"/>
    <w:rsid w:val="00B40844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E49"/>
    <w:rsid w:val="00B70F5B"/>
    <w:rsid w:val="00B712D5"/>
    <w:rsid w:val="00B75E65"/>
    <w:rsid w:val="00B81534"/>
    <w:rsid w:val="00B85730"/>
    <w:rsid w:val="00B85965"/>
    <w:rsid w:val="00B926BA"/>
    <w:rsid w:val="00B92E34"/>
    <w:rsid w:val="00B93418"/>
    <w:rsid w:val="00B9414E"/>
    <w:rsid w:val="00B94A8B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A36"/>
    <w:rsid w:val="00BF268E"/>
    <w:rsid w:val="00BF2C0F"/>
    <w:rsid w:val="00BF30AF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B7C5C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5D39"/>
    <w:rsid w:val="00D65E5F"/>
    <w:rsid w:val="00D66BBA"/>
    <w:rsid w:val="00D6787F"/>
    <w:rsid w:val="00D70AF8"/>
    <w:rsid w:val="00D70DDB"/>
    <w:rsid w:val="00D72E8C"/>
    <w:rsid w:val="00D73027"/>
    <w:rsid w:val="00D7415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6BBA"/>
    <w:rsid w:val="00D976F5"/>
    <w:rsid w:val="00DA0DDD"/>
    <w:rsid w:val="00DA13AA"/>
    <w:rsid w:val="00DA2258"/>
    <w:rsid w:val="00DA251E"/>
    <w:rsid w:val="00DA257B"/>
    <w:rsid w:val="00DA2FAD"/>
    <w:rsid w:val="00DA304D"/>
    <w:rsid w:val="00DA3AD6"/>
    <w:rsid w:val="00DA3E74"/>
    <w:rsid w:val="00DA5A63"/>
    <w:rsid w:val="00DA6F02"/>
    <w:rsid w:val="00DB564D"/>
    <w:rsid w:val="00DB6C37"/>
    <w:rsid w:val="00DB7C4E"/>
    <w:rsid w:val="00DC1DA0"/>
    <w:rsid w:val="00DC2B3D"/>
    <w:rsid w:val="00DC3989"/>
    <w:rsid w:val="00DD1EEF"/>
    <w:rsid w:val="00DD46F3"/>
    <w:rsid w:val="00DD485E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F0629"/>
    <w:rsid w:val="00DF44DF"/>
    <w:rsid w:val="00DF5F6E"/>
    <w:rsid w:val="00DF741F"/>
    <w:rsid w:val="00E023F6"/>
    <w:rsid w:val="00E02910"/>
    <w:rsid w:val="00E03DBB"/>
    <w:rsid w:val="00E109B8"/>
    <w:rsid w:val="00E12555"/>
    <w:rsid w:val="00E12823"/>
    <w:rsid w:val="00E12A47"/>
    <w:rsid w:val="00E14BC0"/>
    <w:rsid w:val="00E17EE3"/>
    <w:rsid w:val="00E21272"/>
    <w:rsid w:val="00E2159F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971"/>
    <w:rsid w:val="00EF1999"/>
    <w:rsid w:val="00EF33D9"/>
    <w:rsid w:val="00F00D4D"/>
    <w:rsid w:val="00F01550"/>
    <w:rsid w:val="00F015CC"/>
    <w:rsid w:val="00F10EBA"/>
    <w:rsid w:val="00F11DE8"/>
    <w:rsid w:val="00F149BB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6238"/>
    <w:rsid w:val="00FB71DF"/>
    <w:rsid w:val="00FB7206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E0D39"/>
    <w:rsid w:val="00FE460F"/>
    <w:rsid w:val="00FF11A6"/>
    <w:rsid w:val="00FF127C"/>
    <w:rsid w:val="00FF17A8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mk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10</TotalTime>
  <Pages>1</Pages>
  <Words>142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3</cp:revision>
  <cp:lastPrinted>2022-12-22T13:20:00Z</cp:lastPrinted>
  <dcterms:created xsi:type="dcterms:W3CDTF">2023-08-09T06:00:00Z</dcterms:created>
  <dcterms:modified xsi:type="dcterms:W3CDTF">2023-08-09T06:39:00Z</dcterms:modified>
</cp:coreProperties>
</file>